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06C1C973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B5DC893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67E48A10" w14:textId="77777777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5917FC6" w14:textId="3A55D1CF" w:rsidR="001D3CAC" w:rsidRPr="0070462E" w:rsidRDefault="001D3CAC" w:rsidP="001D3CAC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</w:t>
      </w:r>
      <w:r w:rsidR="00CD25E0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DFA159" w:rsidR="0070462E" w:rsidRPr="0070462E" w:rsidRDefault="001D3CAC" w:rsidP="001D3CAC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851B98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1246F97D" w14:textId="04848C78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 xml:space="preserve">w okresie ostatnich 3 lat przed upływem terminu składania ofert, a jeżeli okres prowadzenia działalności jest krótszy – w tym okresie, zrealizowali minimum </w:t>
      </w:r>
      <w:r w:rsidR="00C1580E">
        <w:rPr>
          <w:rFonts w:cstheme="minorHAnsi"/>
          <w:szCs w:val="18"/>
          <w:lang w:eastAsia="pl-PL"/>
        </w:rPr>
        <w:t>3</w:t>
      </w:r>
      <w:r w:rsidRPr="00CD25E0">
        <w:rPr>
          <w:rFonts w:cstheme="minorHAnsi"/>
          <w:szCs w:val="18"/>
          <w:lang w:eastAsia="pl-PL"/>
        </w:rPr>
        <w:t xml:space="preserve"> dokumentacje projektowe odpowiadające swoim rodzajem projektom stanowiącym przedmiot zamówienia,</w:t>
      </w:r>
    </w:p>
    <w:p w14:paraId="47DDDF8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b)</w:t>
      </w:r>
      <w:r w:rsidRPr="00CD25E0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5D594A4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7 do SWZ</w:t>
      </w:r>
      <w:r w:rsidRPr="00CD25E0">
        <w:rPr>
          <w:rFonts w:cstheme="minorHAnsi"/>
          <w:szCs w:val="18"/>
          <w:lang w:eastAsia="pl-PL"/>
        </w:rPr>
        <w:t>.</w:t>
      </w:r>
    </w:p>
    <w:p w14:paraId="0DB41373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505ADB46" w14:textId="77777777" w:rsidR="00CD25E0" w:rsidRPr="00CD25E0" w:rsidRDefault="00CD25E0" w:rsidP="00CD25E0">
      <w:pPr>
        <w:numPr>
          <w:ilvl w:val="0"/>
          <w:numId w:val="32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Dysponują osobami przewidzianymi do realizacji zadania zdolnymi do wykonania przedmiotu zakupu, w tym:</w:t>
      </w:r>
    </w:p>
    <w:p w14:paraId="489AE49F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D – 1 osoba,</w:t>
      </w:r>
    </w:p>
    <w:p w14:paraId="79417995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świadectwo kwalifikacyjne grupy E – 2 osoby,</w:t>
      </w:r>
    </w:p>
    <w:p w14:paraId="5FE23074" w14:textId="5295DD16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posiadają uprawnienia do prowadzenia prac sieciowych (sieci i urządzenia nN) w technologii PPN (prac pod napięciem) – 2 osoby</w:t>
      </w:r>
    </w:p>
    <w:p w14:paraId="0369BE91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CD25E0">
        <w:rPr>
          <w:rFonts w:cstheme="minorHAnsi"/>
          <w:szCs w:val="18"/>
          <w:lang w:eastAsia="pl-PL"/>
        </w:rPr>
        <w:br/>
        <w:t xml:space="preserve">w specjalności instalacyjnej w zakresie sieci, instalacji i urządzeń elektrycznych </w:t>
      </w:r>
      <w:r w:rsidRPr="00CD25E0">
        <w:rPr>
          <w:rFonts w:cstheme="minorHAnsi"/>
          <w:szCs w:val="18"/>
          <w:lang w:eastAsia="pl-PL"/>
        </w:rPr>
        <w:br/>
        <w:t>i elektroenergetycznych – 1 osoba</w:t>
      </w:r>
    </w:p>
    <w:p w14:paraId="0AC06DC9" w14:textId="77777777" w:rsidR="00CD25E0" w:rsidRPr="00CD25E0" w:rsidRDefault="00CD25E0" w:rsidP="00CD25E0">
      <w:pPr>
        <w:numPr>
          <w:ilvl w:val="0"/>
          <w:numId w:val="20"/>
        </w:numPr>
        <w:spacing w:before="60" w:after="120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CD25E0">
        <w:rPr>
          <w:rFonts w:cstheme="minorHAnsi"/>
          <w:szCs w:val="18"/>
          <w:lang w:eastAsia="pl-PL"/>
        </w:rPr>
        <w:br/>
        <w:t>i urządzeń elektrycznych i elektroenergetycznych - 1 osoba</w:t>
      </w:r>
    </w:p>
    <w:p w14:paraId="134078D6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 xml:space="preserve">zgodnie z formularzem stanowiącym </w:t>
      </w:r>
      <w:r w:rsidRPr="00CD25E0">
        <w:rPr>
          <w:rFonts w:cstheme="minorHAnsi"/>
          <w:b/>
          <w:szCs w:val="18"/>
          <w:lang w:eastAsia="pl-PL"/>
        </w:rPr>
        <w:t>Załącznik nr 8 do SWZ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2B6861CA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</w:p>
    <w:p w14:paraId="5E7C5720" w14:textId="77777777" w:rsidR="00CD25E0" w:rsidRPr="00CD25E0" w:rsidRDefault="00CD25E0" w:rsidP="00CD25E0">
      <w:pPr>
        <w:spacing w:before="60" w:after="120"/>
        <w:ind w:left="426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</w:t>
      </w:r>
      <w:r w:rsidRPr="00CD25E0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CD25E0">
        <w:rPr>
          <w:rFonts w:cstheme="minorHAnsi"/>
          <w:szCs w:val="18"/>
          <w:lang w:eastAsia="pl-PL"/>
        </w:rPr>
        <w:t>.</w:t>
      </w:r>
    </w:p>
    <w:p w14:paraId="6327512C" w14:textId="77777777" w:rsidR="00CD25E0" w:rsidRPr="00CD25E0" w:rsidRDefault="00CD25E0" w:rsidP="00CD25E0">
      <w:pPr>
        <w:spacing w:before="60" w:after="120"/>
        <w:ind w:left="426"/>
        <w:rPr>
          <w:rFonts w:cstheme="minorHAnsi"/>
          <w:b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</w:t>
      </w:r>
      <w:r w:rsidRPr="00CD25E0">
        <w:rPr>
          <w:rFonts w:cstheme="minorHAnsi"/>
          <w:bCs/>
          <w:szCs w:val="18"/>
          <w:lang w:eastAsia="pl-PL"/>
        </w:rPr>
        <w:lastRenderedPageBreak/>
        <w:t>ustawy Prawo Budowlane oraz przepisów ustawy o zasadach uznawania kwalifikacji zawodowych nabytych w państwach członkowskich Unii Europejskiej (Dz.U. z 2008r., nr 63, poz. 394).</w:t>
      </w:r>
      <w:r w:rsidRPr="00CD25E0">
        <w:rPr>
          <w:rFonts w:cstheme="minorHAnsi"/>
          <w:szCs w:val="18"/>
          <w:lang w:eastAsia="pl-PL"/>
        </w:rPr>
        <w:t xml:space="preserve"> </w:t>
      </w:r>
    </w:p>
    <w:p w14:paraId="7661EA0F" w14:textId="77777777" w:rsidR="00CD25E0" w:rsidRPr="00CD25E0" w:rsidRDefault="00CD25E0" w:rsidP="00CD25E0">
      <w:pPr>
        <w:spacing w:before="60" w:after="120"/>
        <w:ind w:left="426"/>
        <w:rPr>
          <w:rFonts w:cstheme="minorHAnsi"/>
          <w:bCs/>
          <w:szCs w:val="18"/>
          <w:lang w:eastAsia="pl-PL"/>
        </w:rPr>
      </w:pPr>
      <w:r w:rsidRPr="00CD25E0">
        <w:rPr>
          <w:rFonts w:cstheme="minorHAnsi"/>
          <w:b/>
          <w:bCs/>
          <w:szCs w:val="18"/>
          <w:lang w:eastAsia="pl-PL"/>
        </w:rPr>
        <w:t xml:space="preserve">UWAGA: </w:t>
      </w:r>
      <w:r w:rsidRPr="00CD25E0">
        <w:rPr>
          <w:rFonts w:cstheme="minorHAnsi"/>
          <w:bCs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58BA950F" w14:textId="255D42ED" w:rsidR="009D7BF0" w:rsidRPr="009D7BF0" w:rsidRDefault="00CD25E0" w:rsidP="00CD25E0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UWAGA:</w:t>
      </w:r>
      <w:r w:rsidRPr="00CD25E0">
        <w:rPr>
          <w:rFonts w:cstheme="minorHAnsi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CD25E0">
        <w:rPr>
          <w:rFonts w:cstheme="minorHAnsi"/>
          <w:bCs/>
          <w:szCs w:val="18"/>
          <w:lang w:eastAsia="pl-PL"/>
        </w:rPr>
        <w:t xml:space="preserve"> oraz w „Zasadach prowadzenia prac przy budowie lub przebudowie stacji i linii elektroenergetycznych”</w:t>
      </w:r>
      <w:r w:rsidRPr="00CD25E0">
        <w:rPr>
          <w:rFonts w:cstheme="minorHAnsi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14D7F82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006172F1" w14:textId="05E5A830" w:rsidR="0070462E" w:rsidRPr="0070462E" w:rsidRDefault="0070462E" w:rsidP="00EA1BF9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536886D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408A5D13" w14:textId="77777777" w:rsidR="00CD25E0" w:rsidRPr="00CD25E0" w:rsidRDefault="00CD25E0" w:rsidP="00CD25E0">
      <w:pPr>
        <w:pStyle w:val="Akapitzlist"/>
        <w:ind w:left="993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17216F9B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szCs w:val="18"/>
          <w:lang w:eastAsia="pl-PL"/>
        </w:rPr>
        <w:t>a)</w:t>
      </w:r>
      <w:r w:rsidRPr="00CD25E0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78C34EA5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77ACF8C3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41D0558A" w14:textId="77777777" w:rsidR="00CD25E0" w:rsidRPr="00CD25E0" w:rsidRDefault="00CD25E0" w:rsidP="00CD25E0">
      <w:pPr>
        <w:pStyle w:val="Akapitzlist"/>
        <w:rPr>
          <w:rFonts w:cstheme="minorHAnsi"/>
          <w:szCs w:val="18"/>
          <w:lang w:eastAsia="pl-PL"/>
        </w:rPr>
      </w:pPr>
    </w:p>
    <w:p w14:paraId="3D08C6CF" w14:textId="706E5CFB" w:rsidR="00EA1BF9" w:rsidRPr="0070462E" w:rsidRDefault="00CD25E0" w:rsidP="00CD25E0">
      <w:pPr>
        <w:pStyle w:val="Akapitzlist"/>
        <w:spacing w:before="60"/>
        <w:ind w:left="993"/>
        <w:jc w:val="both"/>
        <w:rPr>
          <w:rFonts w:cstheme="minorHAnsi"/>
          <w:bCs/>
          <w:snapToGrid w:val="0"/>
          <w:szCs w:val="18"/>
          <w:lang w:eastAsia="pl-PL"/>
        </w:rPr>
      </w:pPr>
      <w:r w:rsidRPr="00CD25E0">
        <w:rPr>
          <w:rFonts w:cstheme="minorHAnsi"/>
          <w:b/>
          <w:szCs w:val="18"/>
          <w:lang w:eastAsia="pl-PL"/>
        </w:rPr>
        <w:t>UWAGA</w:t>
      </w:r>
      <w:r w:rsidRPr="00CD25E0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</w:t>
      </w:r>
      <w:r w:rsidR="0070462E" w:rsidRPr="0070462E">
        <w:rPr>
          <w:rFonts w:cstheme="minorHAnsi"/>
          <w:szCs w:val="18"/>
          <w:lang w:eastAsia="pl-PL"/>
        </w:rPr>
        <w:t xml:space="preserve">  </w:t>
      </w:r>
    </w:p>
    <w:p w14:paraId="11D3C603" w14:textId="012677F8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358C2689" w:rsidR="00EA1BF9" w:rsidRPr="0070462E" w:rsidRDefault="0070462E" w:rsidP="00EA1BF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 xml:space="preserve">W przypadku Wykonawców wspólnie ubiegających się o Zamówienie, przedmiotowe oświadczenie </w:t>
      </w:r>
      <w:r w:rsidRPr="0070462E">
        <w:rPr>
          <w:rFonts w:eastAsia="Calibri" w:cstheme="minorHAnsi"/>
          <w:szCs w:val="18"/>
        </w:rPr>
        <w:lastRenderedPageBreak/>
        <w:t>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661A7DA6" w14:textId="179EB10F" w:rsidR="00A35123" w:rsidRPr="00A35123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szCs w:val="18"/>
        </w:rPr>
        <w:t>Oświadczenie o doświadczeniu zawodowym, o którym mowa w pkt 1.2.1.a) powyżej,</w:t>
      </w:r>
      <w:r w:rsidRPr="00A35123">
        <w:rPr>
          <w:rFonts w:eastAsia="Calibri" w:cs="Calibri"/>
          <w:iCs/>
          <w:szCs w:val="18"/>
        </w:rPr>
        <w:t xml:space="preserve"> (zgodnie z treścią </w:t>
      </w:r>
      <w:r w:rsidRPr="00A35123">
        <w:rPr>
          <w:rFonts w:eastAsia="Calibri" w:cs="Calibri"/>
          <w:b/>
          <w:iCs/>
          <w:szCs w:val="18"/>
        </w:rPr>
        <w:t>Załącznika nr 7 do SWZ</w:t>
      </w:r>
      <w:r w:rsidRPr="00A35123">
        <w:rPr>
          <w:rFonts w:eastAsia="Calibri" w:cs="Calibri"/>
          <w:iCs/>
          <w:szCs w:val="18"/>
        </w:rPr>
        <w:t>)</w:t>
      </w:r>
      <w:r w:rsidRPr="00A35123">
        <w:rPr>
          <w:rFonts w:eastAsia="Calibri" w:cstheme="minorHAnsi"/>
          <w:iCs/>
          <w:szCs w:val="18"/>
        </w:rPr>
        <w:t xml:space="preserve">, </w:t>
      </w:r>
    </w:p>
    <w:p w14:paraId="79EECA1B" w14:textId="60269E2E" w:rsidR="009D7BF0" w:rsidRPr="00C56E44" w:rsidRDefault="00A35123" w:rsidP="00A35123">
      <w:pPr>
        <w:pStyle w:val="Akapitzlist"/>
        <w:numPr>
          <w:ilvl w:val="1"/>
          <w:numId w:val="21"/>
        </w:numPr>
        <w:ind w:hanging="76"/>
        <w:rPr>
          <w:rFonts w:eastAsia="Calibri" w:cstheme="minorHAnsi"/>
          <w:szCs w:val="18"/>
        </w:rPr>
      </w:pPr>
      <w:r w:rsidRPr="00A35123">
        <w:rPr>
          <w:rFonts w:eastAsia="Calibri" w:cs="Calibri"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z treścią </w:t>
      </w:r>
      <w:r w:rsidRPr="00A35123">
        <w:rPr>
          <w:rFonts w:eastAsia="Calibri" w:cs="Calibri"/>
          <w:b/>
          <w:bCs/>
          <w:szCs w:val="18"/>
        </w:rPr>
        <w:t>Załącznika nr 8 do SWZ</w:t>
      </w:r>
      <w:r w:rsidRPr="00A35123">
        <w:rPr>
          <w:rFonts w:ascii="Calibri" w:eastAsia="Calibri" w:hAnsi="Calibri" w:cs="Calibri"/>
          <w:bCs/>
          <w:sz w:val="20"/>
          <w:szCs w:val="20"/>
        </w:rPr>
        <w:t>)</w:t>
      </w:r>
    </w:p>
    <w:p w14:paraId="46849450" w14:textId="4AEA1CA8" w:rsidR="00C56E44" w:rsidRPr="00C56E44" w:rsidRDefault="00C56E44" w:rsidP="00C56E44">
      <w:pPr>
        <w:numPr>
          <w:ilvl w:val="1"/>
          <w:numId w:val="21"/>
        </w:numPr>
        <w:spacing w:before="120" w:after="120"/>
        <w:ind w:left="567" w:hanging="283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Dokument potwierdzający, że Wykonawca jest ubezpieczony od odpowiedzialności cywilnej, o której mowa w pkt 1.2.3. a) powyżej, w zakresie prowadzonej działalności związanej z przedmiotem zamówienia</w:t>
      </w:r>
      <w:r>
        <w:rPr>
          <w:rFonts w:eastAsia="Calibri" w:cstheme="minorHAnsi"/>
          <w:szCs w:val="18"/>
        </w:rPr>
        <w:t xml:space="preserve"> </w:t>
      </w:r>
      <w:r w:rsidRPr="00C56E44">
        <w:rPr>
          <w:rFonts w:eastAsia="Calibri" w:cstheme="minorHAnsi"/>
          <w:szCs w:val="18"/>
        </w:rPr>
        <w:t>ze wskazaniem sumy gwarancyjnej tego ubezpieczenia, wraz z dokumentem potwierdzającym opłacenie składki ubezpieczeniowej;</w:t>
      </w:r>
    </w:p>
    <w:p w14:paraId="37EACF67" w14:textId="666FD4F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A24FA62" w14:textId="77777777" w:rsidR="009D7BF0" w:rsidRPr="0070462E" w:rsidRDefault="009D7BF0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</w:p>
    <w:p w14:paraId="6E566644" w14:textId="1E10FEF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A35123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EA1BF9">
        <w:rPr>
          <w:rFonts w:cstheme="minorHAnsi"/>
          <w:szCs w:val="18"/>
        </w:rPr>
        <w:t>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A35123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lastRenderedPageBreak/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5513BE5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</w:t>
      </w:r>
      <w:r w:rsidR="000F2051">
        <w:rPr>
          <w:rFonts w:cstheme="minorHAnsi"/>
          <w:szCs w:val="18"/>
        </w:rPr>
        <w:t>2.5.,</w:t>
      </w:r>
      <w:r w:rsidR="00C56E44">
        <w:rPr>
          <w:rFonts w:cstheme="minorHAnsi"/>
          <w:szCs w:val="18"/>
        </w:rPr>
        <w:t xml:space="preserve"> 2.6.,</w:t>
      </w:r>
      <w:r w:rsidR="000F205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 xml:space="preserve">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0F734D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2.4.,</w:t>
      </w:r>
      <w:r w:rsidR="00C56E44">
        <w:rPr>
          <w:rFonts w:cstheme="minorHAnsi"/>
          <w:szCs w:val="18"/>
        </w:rPr>
        <w:t xml:space="preserve"> 2.6.,</w:t>
      </w:r>
      <w:r w:rsidR="00CD61B7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3.7., 3.8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1B56E6B7" w14:textId="0CDEF311" w:rsidR="0070462E" w:rsidRPr="009D7BF0" w:rsidRDefault="0070462E" w:rsidP="00B73712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ascii="Verdana" w:eastAsia="Verdana" w:hAnsi="Verdana" w:cs="Times New Roman"/>
        </w:rPr>
      </w:pPr>
      <w:r w:rsidRPr="009D7BF0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9D7BF0">
        <w:rPr>
          <w:rFonts w:eastAsia="Calibri" w:cstheme="minorHAnsi"/>
          <w:szCs w:val="18"/>
          <w:highlight w:val="yellow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70462E" w:rsidRPr="009D7BF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21E3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41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2F29F4FA" w:rsidR="00347E8D" w:rsidRPr="006B2C28" w:rsidRDefault="00DF104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B47A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0C7DF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5C230E">
            <w:rPr>
              <w:rFonts w:asciiTheme="majorHAnsi" w:hAnsiTheme="majorHAnsi"/>
              <w:color w:val="000000" w:themeColor="text1"/>
              <w:sz w:val="14"/>
              <w:szCs w:val="18"/>
            </w:rPr>
            <w:t>82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841806">
    <w:abstractNumId w:val="19"/>
  </w:num>
  <w:num w:numId="2" w16cid:durableId="155386035">
    <w:abstractNumId w:val="7"/>
  </w:num>
  <w:num w:numId="3" w16cid:durableId="1514227515">
    <w:abstractNumId w:val="13"/>
  </w:num>
  <w:num w:numId="4" w16cid:durableId="335154070">
    <w:abstractNumId w:val="21"/>
  </w:num>
  <w:num w:numId="5" w16cid:durableId="1893498477">
    <w:abstractNumId w:val="19"/>
  </w:num>
  <w:num w:numId="6" w16cid:durableId="1644188913">
    <w:abstractNumId w:val="19"/>
  </w:num>
  <w:num w:numId="7" w16cid:durableId="1049570394">
    <w:abstractNumId w:val="3"/>
  </w:num>
  <w:num w:numId="8" w16cid:durableId="714474362">
    <w:abstractNumId w:val="28"/>
  </w:num>
  <w:num w:numId="9" w16cid:durableId="1348366088">
    <w:abstractNumId w:val="17"/>
  </w:num>
  <w:num w:numId="10" w16cid:durableId="1847595187">
    <w:abstractNumId w:val="4"/>
  </w:num>
  <w:num w:numId="11" w16cid:durableId="935481734">
    <w:abstractNumId w:val="14"/>
  </w:num>
  <w:num w:numId="12" w16cid:durableId="1272474127">
    <w:abstractNumId w:val="12"/>
  </w:num>
  <w:num w:numId="13" w16cid:durableId="1888878836">
    <w:abstractNumId w:val="27"/>
  </w:num>
  <w:num w:numId="14" w16cid:durableId="1680305828">
    <w:abstractNumId w:val="23"/>
  </w:num>
  <w:num w:numId="15" w16cid:durableId="234895313">
    <w:abstractNumId w:val="16"/>
  </w:num>
  <w:num w:numId="16" w16cid:durableId="921991071">
    <w:abstractNumId w:val="10"/>
  </w:num>
  <w:num w:numId="17" w16cid:durableId="1312056931">
    <w:abstractNumId w:val="5"/>
  </w:num>
  <w:num w:numId="18" w16cid:durableId="1741830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9092134">
    <w:abstractNumId w:val="0"/>
  </w:num>
  <w:num w:numId="20" w16cid:durableId="814219863">
    <w:abstractNumId w:val="29"/>
  </w:num>
  <w:num w:numId="21" w16cid:durableId="631980968">
    <w:abstractNumId w:val="1"/>
  </w:num>
  <w:num w:numId="22" w16cid:durableId="1788505795">
    <w:abstractNumId w:val="15"/>
  </w:num>
  <w:num w:numId="23" w16cid:durableId="927466558">
    <w:abstractNumId w:val="11"/>
  </w:num>
  <w:num w:numId="24" w16cid:durableId="600377293">
    <w:abstractNumId w:val="22"/>
  </w:num>
  <w:num w:numId="25" w16cid:durableId="1706784474">
    <w:abstractNumId w:val="26"/>
  </w:num>
  <w:num w:numId="26" w16cid:durableId="1868718365">
    <w:abstractNumId w:val="2"/>
  </w:num>
  <w:num w:numId="27" w16cid:durableId="1766607749">
    <w:abstractNumId w:val="25"/>
  </w:num>
  <w:num w:numId="28" w16cid:durableId="474950768">
    <w:abstractNumId w:val="24"/>
  </w:num>
  <w:num w:numId="29" w16cid:durableId="745884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140825">
    <w:abstractNumId w:val="20"/>
  </w:num>
  <w:num w:numId="31" w16cid:durableId="470831777">
    <w:abstractNumId w:val="18"/>
  </w:num>
  <w:num w:numId="32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28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B0DBD"/>
    <w:rsid w:val="000C47A9"/>
    <w:rsid w:val="000C679C"/>
    <w:rsid w:val="000C7DFF"/>
    <w:rsid w:val="000D42BE"/>
    <w:rsid w:val="000D5886"/>
    <w:rsid w:val="000E1564"/>
    <w:rsid w:val="000F2051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97D64"/>
    <w:rsid w:val="001A4996"/>
    <w:rsid w:val="001B0061"/>
    <w:rsid w:val="001D1A8B"/>
    <w:rsid w:val="001D2EB1"/>
    <w:rsid w:val="001D3CAC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A7F9C"/>
    <w:rsid w:val="002B187D"/>
    <w:rsid w:val="002B5C62"/>
    <w:rsid w:val="002C470F"/>
    <w:rsid w:val="002D4BFA"/>
    <w:rsid w:val="002D4CAD"/>
    <w:rsid w:val="002F10CA"/>
    <w:rsid w:val="002F7CC4"/>
    <w:rsid w:val="00303C67"/>
    <w:rsid w:val="00310CB3"/>
    <w:rsid w:val="00347E8D"/>
    <w:rsid w:val="00356502"/>
    <w:rsid w:val="003603DC"/>
    <w:rsid w:val="00362C4E"/>
    <w:rsid w:val="00366FFB"/>
    <w:rsid w:val="00371A75"/>
    <w:rsid w:val="00375304"/>
    <w:rsid w:val="00375780"/>
    <w:rsid w:val="00376C7C"/>
    <w:rsid w:val="00381365"/>
    <w:rsid w:val="00387A0D"/>
    <w:rsid w:val="003903C2"/>
    <w:rsid w:val="003944FA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5BDF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3CA"/>
    <w:rsid w:val="00535E9B"/>
    <w:rsid w:val="005453F1"/>
    <w:rsid w:val="00551FB7"/>
    <w:rsid w:val="005563FF"/>
    <w:rsid w:val="00562E63"/>
    <w:rsid w:val="0057188A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230E"/>
    <w:rsid w:val="005C6812"/>
    <w:rsid w:val="005D118B"/>
    <w:rsid w:val="005D2D85"/>
    <w:rsid w:val="005D74EB"/>
    <w:rsid w:val="005E40CE"/>
    <w:rsid w:val="005E4AA3"/>
    <w:rsid w:val="005E79E5"/>
    <w:rsid w:val="005F5DF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D6D67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496"/>
    <w:rsid w:val="007843EC"/>
    <w:rsid w:val="007844EB"/>
    <w:rsid w:val="00784DC3"/>
    <w:rsid w:val="00787D9C"/>
    <w:rsid w:val="00794EFB"/>
    <w:rsid w:val="007978CA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5A5F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6F87"/>
    <w:rsid w:val="00910E6D"/>
    <w:rsid w:val="00911FA5"/>
    <w:rsid w:val="00916391"/>
    <w:rsid w:val="00935B17"/>
    <w:rsid w:val="00936AC2"/>
    <w:rsid w:val="00944154"/>
    <w:rsid w:val="00944BEA"/>
    <w:rsid w:val="00947BF0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BF0"/>
    <w:rsid w:val="009E0A88"/>
    <w:rsid w:val="009E2CB5"/>
    <w:rsid w:val="009E5B5E"/>
    <w:rsid w:val="00A02C84"/>
    <w:rsid w:val="00A120E5"/>
    <w:rsid w:val="00A148D6"/>
    <w:rsid w:val="00A35123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2546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580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44"/>
    <w:rsid w:val="00C64A07"/>
    <w:rsid w:val="00C6569B"/>
    <w:rsid w:val="00C66B9A"/>
    <w:rsid w:val="00C707D1"/>
    <w:rsid w:val="00C737A1"/>
    <w:rsid w:val="00C77BCF"/>
    <w:rsid w:val="00C874E6"/>
    <w:rsid w:val="00CA330D"/>
    <w:rsid w:val="00CB2D26"/>
    <w:rsid w:val="00CB3A6F"/>
    <w:rsid w:val="00CB4C08"/>
    <w:rsid w:val="00CD2022"/>
    <w:rsid w:val="00CD25E0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1041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20A2"/>
    <w:rsid w:val="00EA6557"/>
    <w:rsid w:val="00EA6B97"/>
    <w:rsid w:val="00EB216E"/>
    <w:rsid w:val="00EB47A4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5259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POST/DYS/OLD/GZ/04482/2025                        </dmsv2SWPP2ObjectNumber>
    <dmsv2SWPP2SumMD5 xmlns="http://schemas.microsoft.com/sharepoint/v3">18ffda5364b5b24942801b601824ec4c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23971634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JEUP5JKVCYQC-91331814-16720</_dlc_DocId>
    <_dlc_DocIdUrl xmlns="a19cb1c7-c5c7-46d4-85ae-d83685407bba">
      <Url>https://swpp2.dms.gkpge.pl/sites/41/_layouts/15/DocIdRedir.aspx?ID=JEUP5JKVCYQC-91331814-16720</Url>
      <Description>JEUP5JKVCYQC-91331814-16720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29DC6C-C75E-47C2-8F8B-7D5AAE6A2B72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E5326-1235-42D7-B2B4-0D6848960C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78D223-1679-4C29-A3BB-7612FE06B6B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140</TotalTime>
  <Pages>6</Pages>
  <Words>3692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37</cp:revision>
  <cp:lastPrinted>2024-07-15T11:21:00Z</cp:lastPrinted>
  <dcterms:created xsi:type="dcterms:W3CDTF">2025-01-15T13:15:00Z</dcterms:created>
  <dcterms:modified xsi:type="dcterms:W3CDTF">2025-12-11T11:22:00Z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9c7b22ae-eab3-4228-8a2d-52df992420a8</vt:lpwstr>
  </property>
</Properties>
</file>